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B45D86E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4F00E1">
        <w:rPr>
          <w:b/>
          <w:color w:val="FF5200" w:themeColor="accent2"/>
          <w:sz w:val="36"/>
          <w:szCs w:val="36"/>
        </w:rPr>
        <w:t>„</w:t>
      </w:r>
      <w:r w:rsidR="004F00E1" w:rsidRPr="004F00E1">
        <w:rPr>
          <w:b/>
          <w:color w:val="FF5200" w:themeColor="accent2"/>
          <w:sz w:val="36"/>
          <w:szCs w:val="36"/>
        </w:rPr>
        <w:t>Nákup materiálu pro zajištění provozuschopnosti elektromechanických staničních zabezpečovacích zařízení</w:t>
      </w:r>
      <w:r w:rsidR="0031280B" w:rsidRPr="004F00E1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4F00E1">
        <w:rPr>
          <w:b/>
          <w:color w:val="FF5200" w:themeColor="accent2"/>
          <w:sz w:val="36"/>
          <w:szCs w:val="36"/>
        </w:rPr>
        <w:t xml:space="preserve">č.j. </w:t>
      </w:r>
      <w:r w:rsidR="004F00E1" w:rsidRPr="004F00E1">
        <w:rPr>
          <w:b/>
          <w:color w:val="FF5200" w:themeColor="accent2"/>
          <w:sz w:val="36"/>
          <w:szCs w:val="36"/>
        </w:rPr>
        <w:t>6263/2023-SŽ-OŘ BNO-NPI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3A038773" w14:textId="7EC5E9DD" w:rsidR="006D6935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28988285" w:history="1">
            <w:r w:rsidR="006D6935" w:rsidRPr="00AA1EC0">
              <w:rPr>
                <w:rStyle w:val="Hypertextovodkaz"/>
                <w:noProof/>
              </w:rPr>
              <w:t>Kapitola 1.</w:t>
            </w:r>
            <w:r w:rsidR="006D693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D6935" w:rsidRPr="00AA1EC0">
              <w:rPr>
                <w:rStyle w:val="Hypertextovodkaz"/>
                <w:noProof/>
              </w:rPr>
              <w:t>Základní údaje k nabídce</w:t>
            </w:r>
            <w:r w:rsidR="006D6935">
              <w:rPr>
                <w:noProof/>
                <w:webHidden/>
              </w:rPr>
              <w:tab/>
            </w:r>
            <w:r w:rsidR="006D6935">
              <w:rPr>
                <w:noProof/>
                <w:webHidden/>
              </w:rPr>
              <w:fldChar w:fldCharType="begin"/>
            </w:r>
            <w:r w:rsidR="006D6935">
              <w:rPr>
                <w:noProof/>
                <w:webHidden/>
              </w:rPr>
              <w:instrText xml:space="preserve"> PAGEREF _Toc128988285 \h </w:instrText>
            </w:r>
            <w:r w:rsidR="006D6935">
              <w:rPr>
                <w:noProof/>
                <w:webHidden/>
              </w:rPr>
            </w:r>
            <w:r w:rsidR="006D6935">
              <w:rPr>
                <w:noProof/>
                <w:webHidden/>
              </w:rPr>
              <w:fldChar w:fldCharType="separate"/>
            </w:r>
            <w:r w:rsidR="006D6935">
              <w:rPr>
                <w:noProof/>
                <w:webHidden/>
              </w:rPr>
              <w:t>2</w:t>
            </w:r>
            <w:r w:rsidR="006D6935">
              <w:rPr>
                <w:noProof/>
                <w:webHidden/>
              </w:rPr>
              <w:fldChar w:fldCharType="end"/>
            </w:r>
          </w:hyperlink>
        </w:p>
        <w:p w14:paraId="3470269D" w14:textId="3A8FB78D" w:rsidR="006D6935" w:rsidRDefault="006D693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988286" w:history="1">
            <w:r w:rsidRPr="00AA1EC0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A1EC0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_Toc128988286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8614B9" w14:textId="03C492F0" w:rsidR="006D6935" w:rsidRDefault="006D693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988287" w:history="1">
            <w:r w:rsidRPr="00AA1EC0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A1EC0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_Toc128988287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D5E62F" w14:textId="45E57946" w:rsidR="006D6935" w:rsidRDefault="006D693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988288" w:history="1">
            <w:r w:rsidRPr="00AA1EC0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A1EC0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_Toc128988288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EC5EE8" w14:textId="35A4ED9B" w:rsidR="006D6935" w:rsidRDefault="006D693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988289" w:history="1">
            <w:r w:rsidRPr="00AA1EC0">
              <w:rPr>
                <w:rStyle w:val="Hypertextovodkaz"/>
                <w:rFonts w:eastAsia="Times New Roman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A1EC0">
              <w:rPr>
                <w:rStyle w:val="Hypertextovodkaz"/>
                <w:noProof/>
              </w:rPr>
              <w:t>Čestné</w:t>
            </w:r>
            <w:r w:rsidRPr="00AA1EC0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_Toc128988289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01CF35" w14:textId="668ED135" w:rsidR="006D6935" w:rsidRDefault="006D693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988290" w:history="1">
            <w:r w:rsidRPr="00AA1EC0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A1EC0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_Toc128988290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7717CC" w14:textId="5382DA67" w:rsidR="006D6935" w:rsidRDefault="006D693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988291" w:history="1">
            <w:r w:rsidRPr="00AA1EC0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A1EC0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_Toc128988291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D8A408" w14:textId="0AF1B372" w:rsidR="006D6935" w:rsidRDefault="006D693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988292" w:history="1">
            <w:r w:rsidRPr="00AA1EC0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A1EC0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_Toc128988292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3606B2BB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28988285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0191CDFC" w14:textId="427C7CF5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</w:t>
      </w:r>
      <w:r w:rsidRPr="006D6935">
        <w:t>zakázku zadávanou</w:t>
      </w:r>
      <w:r w:rsidR="004C76E9" w:rsidRPr="006D6935">
        <w:t xml:space="preserve"> jako </w:t>
      </w:r>
      <w:r w:rsidR="000128D4" w:rsidRPr="006D6935">
        <w:rPr>
          <w:rFonts w:eastAsia="Times New Roman" w:cs="Times New Roman"/>
          <w:lang w:eastAsia="cs-CZ"/>
        </w:rPr>
        <w:t>podlimitní sektorovou veřejnou zakázku</w:t>
      </w:r>
      <w:r w:rsidRPr="006D6935">
        <w:t>, jsou pravdivé</w:t>
      </w:r>
      <w:r w:rsidR="009771C9" w:rsidRPr="006D6935">
        <w:t>, úplné a odpovídají skutečnosti</w:t>
      </w:r>
      <w:r w:rsidRPr="006D6935">
        <w:t xml:space="preserve">. Účastník si je vědom důsledků záměrného uvedení nepravdivých údajů, které v rovině tohoto </w:t>
      </w:r>
      <w:r w:rsidR="00626DB3" w:rsidRPr="006D6935">
        <w:t xml:space="preserve">výběrového </w:t>
      </w:r>
      <w:r w:rsidRPr="006D6935">
        <w:t>řízení</w:t>
      </w:r>
      <w:r>
        <w:t xml:space="preserve">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05647437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4F00E1">
        <w:t>:</w:t>
      </w:r>
      <w:r>
        <w:t xml:space="preserve"> </w:t>
      </w:r>
      <w:r w:rsidR="004F00E1">
        <w:rPr>
          <w:rFonts w:eastAsia="Times New Roman" w:cs="Times New Roman"/>
          <w:lang w:eastAsia="cs-CZ"/>
        </w:rPr>
        <w:t>942 000,-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D693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6D6935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28988286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28988287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</w:t>
      </w:r>
      <w:r w:rsidR="00A327CB" w:rsidRPr="004F00E1">
        <w:rPr>
          <w:rFonts w:eastAsia="Times New Roman" w:cs="Times New Roman"/>
          <w:lang w:eastAsia="cs-CZ"/>
        </w:rPr>
        <w:t xml:space="preserve">podává </w:t>
      </w:r>
      <w:r w:rsidRPr="004F00E1">
        <w:rPr>
          <w:rFonts w:eastAsia="Times New Roman" w:cs="Times New Roman"/>
          <w:lang w:eastAsia="cs-CZ"/>
        </w:rPr>
        <w:t xml:space="preserve">tuto </w:t>
      </w:r>
      <w:r w:rsidR="00A327CB" w:rsidRPr="004F00E1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28988288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28988289"/>
      <w:r w:rsidR="000B5E1C" w:rsidRPr="002126E7"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28988290"/>
      <w:r w:rsidRPr="00E85D44">
        <w:t>Čestné prohlášení o splnění technické kvalifikace</w:t>
      </w:r>
      <w:bookmarkEnd w:id="5"/>
    </w:p>
    <w:p w14:paraId="1A831AA9" w14:textId="5F8EF97E" w:rsidR="00F44645" w:rsidRDefault="004F00E1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Neobsazeno</w:t>
      </w:r>
    </w:p>
    <w:p w14:paraId="0B063E2E" w14:textId="67AA1095" w:rsidR="004F00E1" w:rsidRDefault="004F00E1">
      <w:pPr>
        <w:rPr>
          <w:rFonts w:eastAsia="Times New Roman" w:cs="Times New Roman"/>
          <w:lang w:eastAsia="cs-CZ"/>
        </w:rPr>
      </w:pPr>
    </w:p>
    <w:p w14:paraId="024B2084" w14:textId="53C4C698" w:rsidR="004F00E1" w:rsidRDefault="004F00E1">
      <w:pPr>
        <w:rPr>
          <w:rFonts w:eastAsia="Times New Roman" w:cs="Times New Roman"/>
          <w:lang w:eastAsia="cs-CZ"/>
        </w:rPr>
      </w:pPr>
    </w:p>
    <w:p w14:paraId="3F03937B" w14:textId="436B0867" w:rsidR="004F00E1" w:rsidRDefault="004F00E1">
      <w:pPr>
        <w:rPr>
          <w:rFonts w:eastAsia="Times New Roman" w:cs="Times New Roman"/>
          <w:lang w:eastAsia="cs-CZ"/>
        </w:rPr>
      </w:pPr>
    </w:p>
    <w:p w14:paraId="7C2E2318" w14:textId="12F69D2C" w:rsidR="004F00E1" w:rsidRDefault="004F00E1">
      <w:pPr>
        <w:rPr>
          <w:rFonts w:eastAsia="Times New Roman" w:cs="Times New Roman"/>
          <w:lang w:eastAsia="cs-CZ"/>
        </w:rPr>
      </w:pPr>
    </w:p>
    <w:p w14:paraId="19F84FF8" w14:textId="0BC3DE69" w:rsidR="004F00E1" w:rsidRDefault="004F00E1">
      <w:pPr>
        <w:rPr>
          <w:rFonts w:eastAsia="Times New Roman" w:cs="Times New Roman"/>
          <w:lang w:eastAsia="cs-CZ"/>
        </w:rPr>
      </w:pPr>
    </w:p>
    <w:p w14:paraId="74380CC7" w14:textId="36CB696D" w:rsidR="004F00E1" w:rsidRDefault="004F00E1">
      <w:pPr>
        <w:rPr>
          <w:rFonts w:eastAsia="Times New Roman" w:cs="Times New Roman"/>
          <w:lang w:eastAsia="cs-CZ"/>
        </w:rPr>
      </w:pPr>
    </w:p>
    <w:p w14:paraId="34984D3F" w14:textId="61D0527B" w:rsidR="004F00E1" w:rsidRDefault="004F00E1">
      <w:pPr>
        <w:rPr>
          <w:rFonts w:eastAsia="Times New Roman" w:cs="Times New Roman"/>
          <w:lang w:eastAsia="cs-CZ"/>
        </w:rPr>
      </w:pPr>
    </w:p>
    <w:p w14:paraId="0FF912C0" w14:textId="18EDE9AD" w:rsidR="004F00E1" w:rsidRDefault="004F00E1">
      <w:pPr>
        <w:rPr>
          <w:rFonts w:eastAsia="Times New Roman" w:cs="Times New Roman"/>
          <w:lang w:eastAsia="cs-CZ"/>
        </w:rPr>
      </w:pPr>
    </w:p>
    <w:p w14:paraId="7A2A61A5" w14:textId="5B387149" w:rsidR="004F00E1" w:rsidRDefault="004F00E1">
      <w:pPr>
        <w:rPr>
          <w:rFonts w:eastAsia="Times New Roman" w:cs="Times New Roman"/>
          <w:lang w:eastAsia="cs-CZ"/>
        </w:rPr>
      </w:pPr>
    </w:p>
    <w:p w14:paraId="1F5EF6D5" w14:textId="27EE7BE0" w:rsidR="004F00E1" w:rsidRDefault="004F00E1">
      <w:pPr>
        <w:rPr>
          <w:rFonts w:eastAsia="Times New Roman" w:cs="Times New Roman"/>
          <w:lang w:eastAsia="cs-CZ"/>
        </w:rPr>
      </w:pPr>
    </w:p>
    <w:p w14:paraId="0313181F" w14:textId="713D57C5" w:rsidR="004F00E1" w:rsidRDefault="004F00E1">
      <w:pPr>
        <w:rPr>
          <w:rFonts w:eastAsia="Times New Roman" w:cs="Times New Roman"/>
          <w:lang w:eastAsia="cs-CZ"/>
        </w:rPr>
      </w:pPr>
    </w:p>
    <w:p w14:paraId="595D147B" w14:textId="79F2B572" w:rsidR="004F00E1" w:rsidRDefault="004F00E1">
      <w:pPr>
        <w:rPr>
          <w:rFonts w:eastAsia="Times New Roman" w:cs="Times New Roman"/>
          <w:lang w:eastAsia="cs-CZ"/>
        </w:rPr>
      </w:pPr>
    </w:p>
    <w:p w14:paraId="6F27BE7D" w14:textId="56868638" w:rsidR="004F00E1" w:rsidRDefault="004F00E1">
      <w:pPr>
        <w:rPr>
          <w:rFonts w:eastAsia="Times New Roman" w:cs="Times New Roman"/>
          <w:lang w:eastAsia="cs-CZ"/>
        </w:rPr>
      </w:pPr>
    </w:p>
    <w:p w14:paraId="01D804FD" w14:textId="14ADED88" w:rsidR="004F00E1" w:rsidRDefault="004F00E1">
      <w:pPr>
        <w:rPr>
          <w:rFonts w:eastAsia="Times New Roman" w:cs="Times New Roman"/>
          <w:lang w:eastAsia="cs-CZ"/>
        </w:rPr>
      </w:pPr>
    </w:p>
    <w:p w14:paraId="6F7E49D4" w14:textId="4342B234" w:rsidR="004F00E1" w:rsidRDefault="004F00E1">
      <w:pPr>
        <w:rPr>
          <w:rFonts w:eastAsia="Times New Roman" w:cs="Times New Roman"/>
          <w:lang w:eastAsia="cs-CZ"/>
        </w:rPr>
      </w:pPr>
    </w:p>
    <w:p w14:paraId="70BB54A5" w14:textId="4511C3F9" w:rsidR="004F00E1" w:rsidRDefault="004F00E1">
      <w:pPr>
        <w:rPr>
          <w:rFonts w:eastAsia="Times New Roman" w:cs="Times New Roman"/>
          <w:lang w:eastAsia="cs-CZ"/>
        </w:rPr>
      </w:pPr>
    </w:p>
    <w:p w14:paraId="55980465" w14:textId="249DDC43" w:rsidR="004F00E1" w:rsidRDefault="004F00E1">
      <w:pPr>
        <w:rPr>
          <w:rFonts w:eastAsia="Times New Roman" w:cs="Times New Roman"/>
          <w:lang w:eastAsia="cs-CZ"/>
        </w:rPr>
      </w:pPr>
    </w:p>
    <w:p w14:paraId="5717CDDB" w14:textId="0B308C05" w:rsidR="004F00E1" w:rsidRDefault="004F00E1">
      <w:pPr>
        <w:rPr>
          <w:rFonts w:eastAsia="Times New Roman" w:cs="Times New Roman"/>
          <w:lang w:eastAsia="cs-CZ"/>
        </w:rPr>
      </w:pPr>
    </w:p>
    <w:p w14:paraId="607860F0" w14:textId="70979E0E" w:rsidR="004F00E1" w:rsidRDefault="004F00E1">
      <w:pPr>
        <w:rPr>
          <w:rFonts w:eastAsia="Times New Roman" w:cs="Times New Roman"/>
          <w:lang w:eastAsia="cs-CZ"/>
        </w:rPr>
      </w:pPr>
    </w:p>
    <w:p w14:paraId="03977447" w14:textId="2E3A4F94" w:rsidR="004F00E1" w:rsidRDefault="004F00E1">
      <w:pPr>
        <w:rPr>
          <w:rFonts w:eastAsia="Times New Roman" w:cs="Times New Roman"/>
          <w:lang w:eastAsia="cs-CZ"/>
        </w:rPr>
      </w:pPr>
    </w:p>
    <w:p w14:paraId="0E0BB43D" w14:textId="47BB3CB0" w:rsidR="004F00E1" w:rsidRDefault="004F00E1">
      <w:pPr>
        <w:rPr>
          <w:rFonts w:eastAsia="Times New Roman" w:cs="Times New Roman"/>
          <w:lang w:eastAsia="cs-CZ"/>
        </w:rPr>
      </w:pPr>
    </w:p>
    <w:p w14:paraId="75140ED7" w14:textId="2507621F" w:rsidR="004F00E1" w:rsidRDefault="004F00E1">
      <w:pPr>
        <w:rPr>
          <w:rFonts w:eastAsia="Times New Roman" w:cs="Times New Roman"/>
          <w:lang w:eastAsia="cs-CZ"/>
        </w:rPr>
      </w:pPr>
    </w:p>
    <w:p w14:paraId="274BF2BD" w14:textId="4C0F6200" w:rsidR="004F00E1" w:rsidRDefault="004F00E1">
      <w:pPr>
        <w:rPr>
          <w:rFonts w:eastAsia="Times New Roman" w:cs="Times New Roman"/>
          <w:lang w:eastAsia="cs-CZ"/>
        </w:rPr>
      </w:pPr>
    </w:p>
    <w:p w14:paraId="052F70EC" w14:textId="2A647610" w:rsidR="004F00E1" w:rsidRDefault="004F00E1">
      <w:pPr>
        <w:rPr>
          <w:rFonts w:eastAsia="Times New Roman" w:cs="Times New Roman"/>
          <w:lang w:eastAsia="cs-CZ"/>
        </w:rPr>
      </w:pPr>
    </w:p>
    <w:p w14:paraId="6B11FEEE" w14:textId="15B1B3D5" w:rsidR="004F00E1" w:rsidRDefault="004F00E1">
      <w:pPr>
        <w:rPr>
          <w:rFonts w:eastAsia="Times New Roman" w:cs="Times New Roman"/>
          <w:lang w:eastAsia="cs-CZ"/>
        </w:rPr>
      </w:pPr>
    </w:p>
    <w:p w14:paraId="5D4CB1EB" w14:textId="65558A23" w:rsidR="004F00E1" w:rsidRDefault="004F00E1">
      <w:pPr>
        <w:rPr>
          <w:rFonts w:eastAsia="Times New Roman" w:cs="Times New Roman"/>
          <w:lang w:eastAsia="cs-CZ"/>
        </w:rPr>
      </w:pPr>
    </w:p>
    <w:p w14:paraId="1DA1463F" w14:textId="59B23EB3" w:rsidR="004F00E1" w:rsidRDefault="004F00E1">
      <w:pPr>
        <w:rPr>
          <w:rFonts w:eastAsia="Times New Roman" w:cs="Times New Roman"/>
          <w:lang w:eastAsia="cs-CZ"/>
        </w:rPr>
      </w:pPr>
    </w:p>
    <w:p w14:paraId="261C35A4" w14:textId="77777777" w:rsidR="004F00E1" w:rsidRDefault="004F00E1">
      <w:pPr>
        <w:rPr>
          <w:rFonts w:eastAsia="Times New Roman" w:cs="Times New Roman"/>
          <w:lang w:eastAsia="cs-CZ"/>
        </w:rPr>
      </w:pP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28988291"/>
      <w:r>
        <w:t>Seznam osob</w:t>
      </w:r>
      <w:bookmarkEnd w:id="6"/>
      <w:bookmarkEnd w:id="7"/>
    </w:p>
    <w:p w14:paraId="32A27CB1" w14:textId="42A64FA6" w:rsidR="000128D4" w:rsidRDefault="004F00E1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Neobsazeno</w:t>
      </w:r>
    </w:p>
    <w:p w14:paraId="014A705F" w14:textId="00B1C817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3F55C79D" w14:textId="78C98CDE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672E226C" w14:textId="091F2769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0B37A2B7" w14:textId="5D9CBAB3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60B34CA7" w14:textId="037FD5D2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5A3A912F" w14:textId="278E0772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0EC05E29" w14:textId="7055B14C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227FB04A" w14:textId="4AE4C80B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45DB1DA5" w14:textId="11AC3FDA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181A590D" w14:textId="7DD9BFF4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25A5F066" w14:textId="292B1354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74914212" w14:textId="489ED74A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10B61637" w14:textId="57A493F1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5FCC7192" w14:textId="33B81C62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3925B37E" w14:textId="168C36E2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1C2245AF" w14:textId="7DB89575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2D4AAB0E" w14:textId="7C93B4D0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498C9D2D" w14:textId="5CFD7A11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0340D2D8" w14:textId="3ED89EBA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174E2E8C" w14:textId="72FCFDA9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6E9C3BC5" w14:textId="5456D624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2261FE0B" w14:textId="7607B4AB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20AAF770" w14:textId="5303E8CE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5807150E" w14:textId="76878B3B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48F54E3E" w14:textId="07DA3BC7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5A33F78A" w14:textId="0E1847DB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54895D25" w14:textId="76D18B96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5FE4FE90" w14:textId="33D1901A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0992004D" w14:textId="5987724C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3C38B7A2" w14:textId="5239E256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11ACD3B6" w14:textId="739EBCA7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2BB85259" w14:textId="2BA29D1C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18720EF2" w14:textId="61B7F835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69B9E710" w14:textId="68421CAC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4B52EFEA" w14:textId="2D9C0435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555A2FF5" w14:textId="61BD2952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30E7239B" w14:textId="7169BAB1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002C1822" w14:textId="65EB390A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0BF81119" w14:textId="11DB5CC1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2782078B" w14:textId="6758C7DF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53F8B444" w14:textId="366C3E5B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71A0FF99" w14:textId="4F6B53DB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637CDFBC" w14:textId="60DC2AC7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79620FB2" w14:textId="2888026F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04D23318" w14:textId="05A62570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51F6EC1D" w14:textId="0839FA64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33477F55" w14:textId="56E03C5E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7378BD69" w14:textId="77777777" w:rsidR="004F00E1" w:rsidRDefault="004F00E1" w:rsidP="00F44645">
      <w:pPr>
        <w:spacing w:after="0"/>
        <w:rPr>
          <w:rFonts w:eastAsia="Times New Roman" w:cs="Times New Roman"/>
          <w:lang w:eastAsia="cs-CZ"/>
        </w:rPr>
      </w:pP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8" w:name="_Toc128988292"/>
      <w:r w:rsidRPr="000128D4">
        <w:t>Čestné prohlášení o ekonomické kvalifikaci</w:t>
      </w:r>
      <w:bookmarkEnd w:id="8"/>
    </w:p>
    <w:p w14:paraId="67A774CC" w14:textId="242487EF" w:rsidR="002126E7" w:rsidRDefault="004F00E1" w:rsidP="00F0533E">
      <w:pPr>
        <w:rPr>
          <w:highlight w:val="green"/>
        </w:rPr>
      </w:pPr>
      <w:r>
        <w:rPr>
          <w:rFonts w:eastAsia="Times New Roman" w:cs="Times New Roman"/>
          <w:lang w:eastAsia="cs-CZ"/>
        </w:rPr>
        <w:t>Neobsazeno</w:t>
      </w:r>
    </w:p>
    <w:p w14:paraId="699D1D83" w14:textId="77777777" w:rsidR="004F00E1" w:rsidRDefault="004F00E1" w:rsidP="00A134A1">
      <w:pPr>
        <w:spacing w:before="1200"/>
        <w:rPr>
          <w:lang w:eastAsia="cs-CZ"/>
        </w:rPr>
      </w:pPr>
    </w:p>
    <w:p w14:paraId="65B9AC02" w14:textId="77777777" w:rsidR="004F00E1" w:rsidRDefault="004F00E1" w:rsidP="00A134A1">
      <w:pPr>
        <w:spacing w:before="1200"/>
        <w:rPr>
          <w:lang w:eastAsia="cs-CZ"/>
        </w:rPr>
      </w:pPr>
    </w:p>
    <w:p w14:paraId="402AE180" w14:textId="77777777" w:rsidR="004F00E1" w:rsidRDefault="004F00E1" w:rsidP="00A134A1">
      <w:pPr>
        <w:spacing w:before="1200"/>
        <w:rPr>
          <w:lang w:eastAsia="cs-CZ"/>
        </w:rPr>
      </w:pPr>
    </w:p>
    <w:p w14:paraId="1187E865" w14:textId="77777777" w:rsidR="004F00E1" w:rsidRDefault="004F00E1" w:rsidP="00A134A1">
      <w:pPr>
        <w:spacing w:before="1200"/>
        <w:rPr>
          <w:lang w:eastAsia="cs-CZ"/>
        </w:rPr>
      </w:pPr>
    </w:p>
    <w:p w14:paraId="48F028D8" w14:textId="3C5E87AE" w:rsidR="004F00E1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</w:t>
      </w:r>
    </w:p>
    <w:p w14:paraId="288B0D2F" w14:textId="77777777" w:rsidR="004F00E1" w:rsidRDefault="004F00E1" w:rsidP="00A134A1">
      <w:pPr>
        <w:spacing w:before="1200"/>
        <w:rPr>
          <w:lang w:eastAsia="cs-CZ"/>
        </w:rPr>
      </w:pPr>
    </w:p>
    <w:p w14:paraId="39755D4C" w14:textId="77777777" w:rsidR="004F00E1" w:rsidRDefault="004F00E1" w:rsidP="00A134A1">
      <w:pPr>
        <w:spacing w:before="1200"/>
        <w:rPr>
          <w:lang w:eastAsia="cs-CZ"/>
        </w:rPr>
      </w:pPr>
    </w:p>
    <w:p w14:paraId="0B34B067" w14:textId="2A59288C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…</w:t>
      </w:r>
      <w:bookmarkStart w:id="9" w:name="_GoBack"/>
      <w:bookmarkEnd w:id="9"/>
      <w:r>
        <w:rPr>
          <w:lang w:eastAsia="cs-CZ"/>
        </w:rPr>
        <w:t>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9C55FF" w16cid:durableId="2767CF92"/>
  <w16cid:commentId w16cid:paraId="119BEBB6" w16cid:durableId="2767CF8A"/>
  <w16cid:commentId w16cid:paraId="25AE50F4" w16cid:durableId="2767CF8B"/>
  <w16cid:commentId w16cid:paraId="2B645E15" w16cid:durableId="2767CF8C"/>
  <w16cid:commentId w16cid:paraId="565E0F95" w16cid:durableId="2767CF8D"/>
  <w16cid:commentId w16cid:paraId="6DF00398" w16cid:durableId="2767CF8E"/>
  <w16cid:commentId w16cid:paraId="1CABC1E4" w16cid:durableId="2767CF8F"/>
  <w16cid:commentId w16cid:paraId="0439FB28" w16cid:durableId="2767CF90"/>
  <w16cid:commentId w16cid:paraId="4668238C" w16cid:durableId="2767CF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8964C9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6935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6935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99691E4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693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6935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1438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00E1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6935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Relationship Id="rId22" Type="http://schemas.microsoft.com/office/2016/09/relationships/commentsIds" Target="commentsId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D61B09E-CDC0-4F7A-80CC-44C8A2730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</TotalTime>
  <Pages>9</Pages>
  <Words>1113</Words>
  <Characters>6567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Sečkařová Andrea</cp:lastModifiedBy>
  <cp:revision>4</cp:revision>
  <cp:lastPrinted>2017-11-28T17:18:00Z</cp:lastPrinted>
  <dcterms:created xsi:type="dcterms:W3CDTF">2023-03-01T08:21:00Z</dcterms:created>
  <dcterms:modified xsi:type="dcterms:W3CDTF">2023-03-06T08:45:00Z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